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914D655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2F6F62E1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F31301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</w:t>
      </w:r>
      <w:r w:rsidRPr="00C25AA3">
        <w:rPr>
          <w:rFonts w:eastAsia="Times New Roman" w:cs="Times New Roman"/>
          <w:lang w:eastAsia="cs-CZ"/>
        </w:rPr>
        <w:t xml:space="preserve">názvem </w:t>
      </w:r>
      <w:bookmarkStart w:id="0" w:name="_Toc403053768"/>
      <w:bookmarkStart w:id="1" w:name="_Hlk158378135"/>
      <w:r w:rsidR="00335148" w:rsidRPr="00C25AA3">
        <w:rPr>
          <w:rFonts w:ascii="Verdana" w:hAnsi="Verdana"/>
          <w:b/>
        </w:rPr>
        <w:t>„</w:t>
      </w:r>
      <w:bookmarkEnd w:id="0"/>
      <w:r w:rsidR="00C25AA3" w:rsidRPr="00C25AA3">
        <w:rPr>
          <w:rFonts w:ascii="Verdana" w:hAnsi="Verdana"/>
          <w:b/>
        </w:rPr>
        <w:t>Odstranění důlní škody Louky nad Olší – Karviná km 326,224 – 331,700 kol. č. 0 – zabezpečovací zařízení</w:t>
      </w:r>
      <w:r w:rsidR="00335148" w:rsidRPr="00C25AA3">
        <w:rPr>
          <w:rFonts w:ascii="Verdana" w:hAnsi="Verdana"/>
          <w:b/>
        </w:rPr>
        <w:t xml:space="preserve">“ </w:t>
      </w:r>
      <w:r w:rsidR="00335148" w:rsidRPr="00C25AA3">
        <w:rPr>
          <w:rFonts w:ascii="Verdana" w:hAnsi="Verdana"/>
        </w:rPr>
        <w:t xml:space="preserve">č.j. </w:t>
      </w:r>
      <w:r w:rsidR="00C25AA3" w:rsidRPr="00C25AA3">
        <w:rPr>
          <w:rFonts w:ascii="Verdana" w:hAnsi="Verdana"/>
        </w:rPr>
        <w:t>14</w:t>
      </w:r>
      <w:r w:rsidR="00C25AA3">
        <w:rPr>
          <w:rFonts w:ascii="Verdana" w:hAnsi="Verdana"/>
        </w:rPr>
        <w:t>790/2025-SŽ-OŘ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FD179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FD179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FD179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7D0E16A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62DE0C6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4AEE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46C1A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5AA3"/>
    <w:rsid w:val="00C32A85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62FF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1797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34AEE"/>
    <w:rsid w:val="00390121"/>
    <w:rsid w:val="0049171C"/>
    <w:rsid w:val="00710200"/>
    <w:rsid w:val="00746C1A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82</TotalTime>
  <Pages>2</Pages>
  <Words>488</Words>
  <Characters>2881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11</cp:revision>
  <cp:lastPrinted>2017-11-28T17:18:00Z</cp:lastPrinted>
  <dcterms:created xsi:type="dcterms:W3CDTF">2023-11-16T10:29:00Z</dcterms:created>
  <dcterms:modified xsi:type="dcterms:W3CDTF">2025-04-16T07:52:00Z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